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30" w:type="dxa"/>
        <w:tblInd w:w="-567" w:type="dxa"/>
        <w:tblLook w:val="04A0" w:firstRow="1" w:lastRow="0" w:firstColumn="1" w:lastColumn="0" w:noHBand="0" w:noVBand="1"/>
      </w:tblPr>
      <w:tblGrid>
        <w:gridCol w:w="985"/>
        <w:gridCol w:w="1514"/>
        <w:gridCol w:w="455"/>
        <w:gridCol w:w="607"/>
        <w:gridCol w:w="607"/>
        <w:gridCol w:w="1039"/>
        <w:gridCol w:w="607"/>
        <w:gridCol w:w="607"/>
        <w:gridCol w:w="833"/>
        <w:gridCol w:w="607"/>
        <w:gridCol w:w="607"/>
        <w:gridCol w:w="830"/>
        <w:gridCol w:w="607"/>
        <w:gridCol w:w="607"/>
        <w:gridCol w:w="830"/>
        <w:gridCol w:w="607"/>
        <w:gridCol w:w="607"/>
        <w:gridCol w:w="830"/>
        <w:gridCol w:w="607"/>
        <w:gridCol w:w="607"/>
        <w:gridCol w:w="830"/>
      </w:tblGrid>
      <w:tr w:rsidR="00737085" w:rsidRPr="00737085" w:rsidTr="00737085">
        <w:trPr>
          <w:trHeight w:val="300"/>
        </w:trPr>
        <w:tc>
          <w:tcPr>
            <w:tcW w:w="78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Supplemental Table 9: Association of risk-taking loci with psychiatric traits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locus: signal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risk-taking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ADHD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SCZ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PTSD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BPD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MDD</w:t>
            </w: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SNP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A1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OR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chr3:1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rs13084531*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8.75E-09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0.0998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0.1246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0.9622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rs13077660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4.73E-08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0.47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0.9978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0.5275</w:t>
            </w: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chr3:2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rs62250716*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1.24E-08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0.0115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rs112911909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1.66E-08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0.2834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0.8612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37085" w:rsidRPr="00737085" w:rsidTr="00737085">
        <w:trPr>
          <w:trHeight w:val="300"/>
        </w:trPr>
        <w:tc>
          <w:tcPr>
            <w:tcW w:w="98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rs960986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1.02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2.87E-08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0.07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0.9823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737085" w:rsidRPr="00737085" w:rsidTr="00737085">
        <w:trPr>
          <w:trHeight w:val="300"/>
        </w:trPr>
        <w:tc>
          <w:tcPr>
            <w:tcW w:w="113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Where: * indicates lead SNP in the locus</w:t>
            </w:r>
            <w:proofErr w:type="gramStart"/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>;</w:t>
            </w:r>
            <w:proofErr w:type="gramEnd"/>
            <w:r w:rsidRPr="00737085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proxies for the lead SNP were chosen from the conditional analysis.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085" w:rsidRPr="00737085" w:rsidRDefault="00737085" w:rsidP="0073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A20DBE" w:rsidRDefault="00737085">
      <w:bookmarkStart w:id="0" w:name="_GoBack"/>
      <w:bookmarkEnd w:id="0"/>
    </w:p>
    <w:sectPr w:rsidR="00A20DBE" w:rsidSect="007370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85"/>
    <w:rsid w:val="005C03AA"/>
    <w:rsid w:val="00737085"/>
    <w:rsid w:val="00772F54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4CABE3-97C0-43DA-87C1-C9A5F1B2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4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2017-10-20T11:55:00Z</dcterms:created>
  <dcterms:modified xsi:type="dcterms:W3CDTF">2017-10-20T11:58:00Z</dcterms:modified>
</cp:coreProperties>
</file>