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665"/>
        <w:gridCol w:w="710"/>
        <w:gridCol w:w="1335"/>
        <w:gridCol w:w="1072"/>
        <w:gridCol w:w="865"/>
        <w:gridCol w:w="865"/>
        <w:gridCol w:w="865"/>
        <w:gridCol w:w="865"/>
        <w:gridCol w:w="1131"/>
        <w:gridCol w:w="865"/>
        <w:gridCol w:w="865"/>
        <w:gridCol w:w="865"/>
        <w:gridCol w:w="865"/>
        <w:gridCol w:w="1125"/>
      </w:tblGrid>
      <w:tr w:rsidR="00AC4A8A" w:rsidRPr="00AC4A8A" w:rsidTr="00AC4A8A">
        <w:trPr>
          <w:trHeight w:val="3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bookmarkStart w:id="0" w:name="_GoBack"/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Supplementary Table 4.  Genome-wide significant loci associated with risk-taking in UK Biobank and replication analyses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64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Discovery (n=116 180)</w:t>
            </w:r>
          </w:p>
        </w:tc>
        <w:tc>
          <w:tcPr>
            <w:tcW w:w="164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Replication (n=139474)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SNP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CHR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BP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BETA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L95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U95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BETA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L95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U95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rs10511087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85439136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3.44E-08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1.18E-10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rs1368742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85442208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3.44E-08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7.68E-11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rs1991872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85443793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3.51E-08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1.54E-10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rs12637798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85446776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2.97E-08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1.83E-10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rs4308294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85447830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3.18E-08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rs12638482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85454815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4.66E-08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1.73E-10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rs11918899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85458577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4.52E-08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1.68E-10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rs4856569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85464125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3.42E-08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1.50E-10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rs80285517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85467372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1.87E-08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rs2053108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85467972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3.61E-08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1.42E-10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rs6808400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85468059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3.61E-08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1.42E-10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rs62250686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85468446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2.81E-08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rs6780968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85469041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3.51E-08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1.50E-10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rs62250687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85469353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4.11E-08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1.24E-10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rs60311538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85470687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3.90E-08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6.91E-11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rs144059553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85471325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AAC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4.43E-08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rs7636243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85472033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3.68E-08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1.50E-10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rs7650284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85472227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3.92E-08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1.74E-10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rs7638953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85472462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4.36E-08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1.84E-10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rs4856571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85474868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4.19E-08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7.72E-11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rs35894540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85475647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3.71E-08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1.12E-10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rs11716233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85481659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3.01E-08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3.44E-07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rs35827242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85482661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3.59E-08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1.01E-10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rs35489310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85486209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2.59E-08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rs12629036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85488299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4.77E-08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rs9874491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85489907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2.62E-08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rs2082556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85490947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4.97E-08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6.11E-11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rs9820228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85493753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3.90E-08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3.45E-07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rs2033526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85496758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1.34E-08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9.23E-11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rs9828679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85497198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3.10E-08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2.93E-07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rs145394945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85503999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4.74E-08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rs2196098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85505246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3.65E-08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2.60E-07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rs13068434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85508814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3.42E-08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2.95E-07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rs78867021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85510809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TATG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3.68E-08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rs6762267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85513115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4.37E-08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7.87E-11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rs62250712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85513716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4.67E-08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7.00E-11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rs62250713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85513793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2.13E-08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7.97E-11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rs112911909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85517112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1.66E-08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rs13070166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85517507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1.71E-08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4.09E-07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rs34133544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85517748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4.02E-08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rs62250716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85517752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1.24E-08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rs2875907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85518580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3.16E-08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2.79E-11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rs960986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85519305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2.87E-08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-0.062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-0.080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-0.044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2.29E-11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rs144888873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85520967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1.44E-08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rs62250717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85521990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4.82E-08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-0.081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-0.045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1.03E-11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rs9841144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85531199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2.46E-08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4.85E-07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rs1379778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85536091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2.77E-08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rs9849399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85537665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2.76E-08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4.58E-07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rs56088977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85538811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4.55E-08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rs34418561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85538846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2.63E-08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rs138246680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85539217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4.86E-08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rs9844512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85544070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2.59E-08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4.68E-07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rs76395182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85547337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-0.061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-0.082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-0.040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1.06E-08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rs4637303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85552787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4.42E-08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2.38E-11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rs6809805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85553096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2.13E-08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4.72E-07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rs13084531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85553994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8.75E-09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4.07E-07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rs12495758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85554262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4.62E-08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rs62250759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85569026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4.90E-08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-0.082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-0.046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5.28E-12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rs9841829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85569361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3.34E-08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3.09E-07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rs9851444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85576706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2.06E-08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3.59E-07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rs9873400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85590097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4.61E-08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2.02E-07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rs12492753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85601440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3.73E-08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0.081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1.41E-11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rs72585634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85602434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ATC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2.28E-08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rs7652808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85603643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4.90E-08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2.93E-11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rs11713902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85604425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4.00E-08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3.75E-07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rs13077660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85616260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4.73E-08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2.29E-07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rs13353478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85621395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3.68E-08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2.23E-07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rs6790699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85624189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4.91E-08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0.062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0.044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0.080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9.52E-12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rs9379971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27259308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-0.063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-0.084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-0.042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2.31E-09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0.2920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rs7746841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27261700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3.94E-08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0.3170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rs35316606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27267230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3.32E-08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rs2393923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27270261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1.73E-08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-0.043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-0.006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0.0108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rs7771953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27271343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1.88E-08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0.2440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rs6456772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27273365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2.69E-08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0.3200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rs3800319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27280407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2.38E-08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0.2270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rs2893911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27283303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3.25E-08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-0.011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0.2390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rs9379973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27288419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2.11E-08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rs112356720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27289497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ACTTTT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1.63E-08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rs6923811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27289776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1.92E-08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-0.043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-0.005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0.0119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rs2092114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27290082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2.04E-08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-0.007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-0.025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0.4200</w:t>
            </w:r>
          </w:p>
        </w:tc>
      </w:tr>
      <w:tr w:rsidR="00AC4A8A" w:rsidRPr="00AC4A8A" w:rsidTr="00AC4A8A">
        <w:trPr>
          <w:trHeight w:val="300"/>
        </w:trPr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rs9368501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27295082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2.16E-08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-0.008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-0.026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0.009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A8A" w:rsidRPr="00AC4A8A" w:rsidRDefault="00AC4A8A" w:rsidP="00AC4A8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C4A8A">
              <w:rPr>
                <w:rFonts w:ascii="Calibri" w:eastAsia="Times New Roman" w:hAnsi="Calibri" w:cs="Times New Roman"/>
                <w:color w:val="000000"/>
                <w:lang w:eastAsia="en-GB"/>
              </w:rPr>
              <w:t>0.3610</w:t>
            </w:r>
          </w:p>
        </w:tc>
      </w:tr>
      <w:bookmarkEnd w:id="0"/>
    </w:tbl>
    <w:p w:rsidR="00A20DBE" w:rsidRDefault="00AC4A8A"/>
    <w:sectPr w:rsidR="00A20DBE" w:rsidSect="00AC4A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8A"/>
    <w:rsid w:val="005C03AA"/>
    <w:rsid w:val="00772F54"/>
    <w:rsid w:val="00AC4A8A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32BE6-F404-46D9-A429-CF696E1E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4A8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4A8A"/>
    <w:rPr>
      <w:color w:val="954F72"/>
      <w:u w:val="single"/>
    </w:rPr>
  </w:style>
  <w:style w:type="paragraph" w:customStyle="1" w:styleId="msonormal0">
    <w:name w:val="msonormal"/>
    <w:basedOn w:val="Normal"/>
    <w:rsid w:val="00AC4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3">
    <w:name w:val="xl63"/>
    <w:basedOn w:val="Normal"/>
    <w:rsid w:val="00AC4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5">
    <w:name w:val="xl65"/>
    <w:basedOn w:val="Normal"/>
    <w:rsid w:val="00AC4A8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6">
    <w:name w:val="xl66"/>
    <w:basedOn w:val="Normal"/>
    <w:rsid w:val="00AC4A8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8">
    <w:name w:val="xl68"/>
    <w:basedOn w:val="Normal"/>
    <w:rsid w:val="00AC4A8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AC4A8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AC4A8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AC4A8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AC4A8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AC4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5">
    <w:name w:val="xl75"/>
    <w:basedOn w:val="Normal"/>
    <w:rsid w:val="00AC4A8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AC4A8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7">
    <w:name w:val="xl77"/>
    <w:basedOn w:val="Normal"/>
    <w:rsid w:val="00AC4A8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8">
    <w:name w:val="xl78"/>
    <w:basedOn w:val="Normal"/>
    <w:rsid w:val="00AC4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9">
    <w:name w:val="xl79"/>
    <w:basedOn w:val="Normal"/>
    <w:rsid w:val="00AC4A8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1">
    <w:name w:val="xl81"/>
    <w:basedOn w:val="Normal"/>
    <w:rsid w:val="00AC4A8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2">
    <w:name w:val="xl82"/>
    <w:basedOn w:val="Normal"/>
    <w:rsid w:val="00AC4A8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1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2017-10-20T12:02:00Z</dcterms:created>
  <dcterms:modified xsi:type="dcterms:W3CDTF">2017-10-20T12:09:00Z</dcterms:modified>
</cp:coreProperties>
</file>